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7B4320" w:rsidRPr="00976300" w14:paraId="3EAEE936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84C01" w14:textId="77777777" w:rsidR="007B4320" w:rsidRDefault="008D0D87" w:rsidP="007B4320">
            <w:pPr>
              <w:pStyle w:val="Heading1"/>
              <w:rPr>
                <w:sz w:val="20"/>
                <w:szCs w:val="20"/>
              </w:rPr>
            </w:pPr>
            <w:r>
              <w:t xml:space="preserve">Unit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68E89BD3" w14:textId="77777777" w:rsidR="007B4320" w:rsidRPr="000D37DC" w:rsidRDefault="008D0D87" w:rsidP="007B4320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Research</w:t>
            </w:r>
          </w:p>
        </w:tc>
      </w:tr>
      <w:tr w:rsidR="007B4320" w:rsidRPr="00976300" w14:paraId="1910C88E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5843F" w14:textId="77777777" w:rsidR="007B4320" w:rsidRPr="00F767FE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F579A" w14:textId="77777777" w:rsidR="007B4320" w:rsidRPr="00976300" w:rsidRDefault="008D0D87" w:rsidP="007B43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Blickenstaff</w:t>
            </w:r>
            <w:proofErr w:type="spellEnd"/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08C4E" w14:textId="77777777" w:rsidR="007B4320" w:rsidRPr="00F767FE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3729D" w14:textId="77777777" w:rsidR="007B4320" w:rsidRDefault="008D0D87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 5</w:t>
            </w:r>
          </w:p>
        </w:tc>
      </w:tr>
      <w:tr w:rsidR="007B4320" w:rsidRPr="00976300" w14:paraId="66C22C47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AA90F" w14:textId="77777777" w:rsidR="007B4320" w:rsidRPr="00F767FE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Week: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46423" w14:textId="77777777" w:rsidR="007B4320" w:rsidRPr="00976300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27BB1" w14:textId="77777777" w:rsidR="007B4320" w:rsidRPr="003B201B" w:rsidRDefault="008D0D87" w:rsidP="007B4320">
            <w:pPr>
              <w:rPr>
                <w:rFonts w:ascii="Arial" w:hAnsi="Arial" w:cs="Arial"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r w:rsidR="003B20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201B">
              <w:rPr>
                <w:rFonts w:ascii="Arial" w:hAnsi="Arial" w:cs="Arial"/>
                <w:sz w:val="20"/>
                <w:szCs w:val="20"/>
              </w:rPr>
              <w:t>Tri 3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FFB22" w14:textId="77777777" w:rsidR="007B4320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320" w:rsidRPr="00976300" w14:paraId="4BC8A150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99355" w14:textId="77777777" w:rsidR="007B4320" w:rsidRPr="00F767FE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012A" w14:textId="77777777" w:rsidR="007B4320" w:rsidRPr="00976300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78792" w14:textId="77777777" w:rsidR="007B4320" w:rsidRPr="00F767FE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>: 7</w:t>
            </w:r>
          </w:p>
        </w:tc>
      </w:tr>
      <w:tr w:rsidR="007B4320" w:rsidRPr="00976300" w14:paraId="7F0D8AFA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15985" w14:textId="77777777" w:rsidR="007B4320" w:rsidRPr="00F767FE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42CE3" w14:textId="77777777" w:rsidR="007B4320" w:rsidRPr="00976300" w:rsidRDefault="008D0D87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Reading/Language Arts for ELA students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AFE20" w14:textId="77777777" w:rsidR="007B4320" w:rsidRPr="00976300" w:rsidRDefault="007B4320" w:rsidP="007B43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3B630" w14:textId="77777777" w:rsidR="007B4320" w:rsidRPr="00976300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141DB" w14:textId="77777777" w:rsidR="007B4320" w:rsidRPr="00976300" w:rsidRDefault="007B4320" w:rsidP="007B43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8300C" w14:textId="77777777" w:rsidR="007B4320" w:rsidRPr="00976300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80CC2" w14:textId="77777777" w:rsidR="007B4320" w:rsidRPr="00976300" w:rsidRDefault="007B4320" w:rsidP="007B43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E5B7F" w14:textId="77777777" w:rsidR="007B4320" w:rsidRPr="00976300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8FC12" w14:textId="77777777" w:rsidR="007B4320" w:rsidRPr="00976300" w:rsidRDefault="007B4320" w:rsidP="007B43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AE55B" w14:textId="77777777" w:rsidR="007B4320" w:rsidRPr="00976300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999E7E" w14:textId="77777777" w:rsidR="007B4320" w:rsidRDefault="003B201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596F32A2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7B4320" w14:paraId="0A6EC786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31622369" w14:textId="77777777" w:rsidR="007B4320" w:rsidRPr="006A3A59" w:rsidRDefault="008D0D87" w:rsidP="007B43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529B" w14:textId="77777777" w:rsidR="007B4320" w:rsidRPr="00126709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 a persuasive essay</w:t>
            </w:r>
          </w:p>
        </w:tc>
      </w:tr>
      <w:tr w:rsidR="007B4320" w14:paraId="2530A51C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56E91088" w14:textId="77777777" w:rsidR="007B4320" w:rsidRPr="006A3A59" w:rsidRDefault="008D0D87" w:rsidP="007B43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1BBB" w14:textId="77777777" w:rsidR="007B4320" w:rsidRPr="00126709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can identify a research topic, find appropriate information from multiple sources, and produce a report in the proper format.</w:t>
            </w:r>
          </w:p>
        </w:tc>
      </w:tr>
      <w:tr w:rsidR="007B4320" w14:paraId="4468EB4F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563AE449" w14:textId="77777777" w:rsidR="007B4320" w:rsidRDefault="008D0D87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9871" w14:textId="77777777" w:rsidR="007B4320" w:rsidRPr="00126709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Think of an idea, narrow down, conduct proper internet search, take notes without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plagerizing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document sources used, create outline, write intro, body and conclusion, prepare bibliography </w:t>
            </w:r>
          </w:p>
        </w:tc>
      </w:tr>
    </w:tbl>
    <w:p w14:paraId="081821C0" w14:textId="77777777" w:rsidR="007B4320" w:rsidRDefault="003B201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19F65808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7B4320" w:rsidRPr="009C5B29" w14:paraId="5B25F31A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D37361" w14:textId="77777777" w:rsidR="007B4320" w:rsidRPr="009C5B29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AFE25A7" w14:textId="77777777" w:rsidR="007B4320" w:rsidRPr="009C5B29" w:rsidRDefault="008D0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F77A92" w14:textId="77777777" w:rsidR="007B4320" w:rsidRPr="009C5B29" w:rsidRDefault="008D0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ISTE NET-S, ITEEA, or L4L Standards Addressed </w:t>
            </w:r>
          </w:p>
        </w:tc>
      </w:tr>
      <w:tr w:rsidR="008D0D87" w14:paraId="043D61D3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59EC11E6" w14:textId="77777777" w:rsidR="008D0D87" w:rsidRPr="00C31F60" w:rsidRDefault="008D0D87" w:rsidP="007B4320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1F60">
              <w:rPr>
                <w:rFonts w:ascii="Verdana" w:hAnsi="Verdana"/>
                <w:b/>
                <w:sz w:val="20"/>
                <w:szCs w:val="20"/>
              </w:rPr>
              <w:t>Students can:</w:t>
            </w:r>
          </w:p>
          <w:p w14:paraId="50777C25" w14:textId="77777777" w:rsidR="008D0D87" w:rsidRPr="00CB6A57" w:rsidRDefault="008D0D87" w:rsidP="007B4320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 w:rsidRPr="00CB6A57">
              <w:rPr>
                <w:rFonts w:ascii="Verdana" w:hAnsi="Verdana"/>
                <w:sz w:val="20"/>
                <w:szCs w:val="20"/>
              </w:rPr>
              <w:t>Identify a topic for research, developing the central idea or focus</w:t>
            </w:r>
            <w:r>
              <w:rPr>
                <w:rFonts w:ascii="Verdana" w:hAnsi="Verdana"/>
                <w:sz w:val="20"/>
                <w:szCs w:val="20"/>
              </w:rPr>
              <w:t xml:space="preserve"> (DOK 2-3)</w:t>
            </w:r>
          </w:p>
          <w:p w14:paraId="12E27E3F" w14:textId="77777777" w:rsidR="008D0D87" w:rsidRPr="00841DB0" w:rsidRDefault="008D0D87" w:rsidP="007B432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1F275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14:paraId="498F357D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1603E516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14:paraId="2E784D51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14:paraId="583AEB79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676872FF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14:paraId="2D108C03" w14:textId="77777777" w:rsidR="008D0D87" w:rsidRDefault="008D0D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D80DBA" w14:textId="77777777" w:rsidR="008D0D87" w:rsidRPr="009D4B6F" w:rsidRDefault="008D0D87" w:rsidP="007B432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14:paraId="71939313" w14:textId="77777777" w:rsidR="008D0D87" w:rsidRDefault="008D0D87" w:rsidP="007B432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457E3F81" w14:textId="77777777" w:rsidR="008D0D87" w:rsidRPr="009D4B6F" w:rsidRDefault="008D0D87" w:rsidP="007B432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17571E98" w14:textId="77777777" w:rsidR="008D0D87" w:rsidRPr="00126709" w:rsidRDefault="001408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L4L-1 through 4, ISTE 1-Creativity and Innovation, 2- Communication and Collaboration, 3- Research and Information Fluency, 4-Critical thinking, problem-solving, and decision-making, 5- Digital Citizenship, 6-Technology Operations and Concepts</w:t>
            </w:r>
          </w:p>
        </w:tc>
      </w:tr>
      <w:tr w:rsidR="008D0D87" w14:paraId="4B047C8D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41DE7C65" w14:textId="77777777" w:rsidR="008D0D87" w:rsidRPr="00226FCD" w:rsidRDefault="008D0D87" w:rsidP="007B4320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 w:rsidRPr="00CB6A57">
              <w:rPr>
                <w:rFonts w:ascii="Verdana" w:hAnsi="Verdana"/>
                <w:sz w:val="20"/>
                <w:szCs w:val="20"/>
              </w:rPr>
              <w:t>Formulate open-ended research questions and identify potential sources of information (such as reference materials, electronic media), differentiating between primary and secondary source materials</w:t>
            </w:r>
            <w:r>
              <w:rPr>
                <w:rFonts w:ascii="Verdana" w:hAnsi="Verdana"/>
                <w:sz w:val="20"/>
                <w:szCs w:val="20"/>
              </w:rPr>
              <w:t xml:space="preserve"> (DOK 2-3)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16FF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1B19E21F" w14:textId="77777777" w:rsidR="008D0D87" w:rsidRPr="00126709" w:rsidRDefault="008D0D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D87" w14:paraId="7B8E3B55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062B1D65" w14:textId="77777777" w:rsidR="008D0D87" w:rsidRPr="00226FCD" w:rsidRDefault="008D0D87" w:rsidP="007B4320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 w:rsidRPr="00CB6A57">
              <w:rPr>
                <w:rFonts w:ascii="Verdana" w:hAnsi="Verdana"/>
                <w:sz w:val="20"/>
                <w:szCs w:val="20"/>
              </w:rPr>
              <w:t>Use organizational features of electronic text (bulletin boards, search engines, databases) to locate information</w:t>
            </w:r>
            <w:r>
              <w:rPr>
                <w:rFonts w:ascii="Verdana" w:hAnsi="Verdana"/>
                <w:sz w:val="20"/>
                <w:szCs w:val="20"/>
              </w:rPr>
              <w:t xml:space="preserve"> (DOK 1-2)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35BF2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64BB2BDA" w14:textId="77777777" w:rsidR="008D0D87" w:rsidRPr="00126709" w:rsidRDefault="008D0D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D87" w14:paraId="610F8584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1A8736B9" w14:textId="77777777" w:rsidR="008D0D87" w:rsidRPr="00CB6A57" w:rsidRDefault="008D0D87" w:rsidP="007B4320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 w:rsidRPr="00CB6A57">
              <w:rPr>
                <w:rFonts w:ascii="Verdana" w:hAnsi="Verdana"/>
                <w:sz w:val="20"/>
                <w:szCs w:val="20"/>
              </w:rPr>
              <w:t>Evaluate accuracy and usefulness of information, and the credibility of the sources used</w:t>
            </w:r>
            <w:r>
              <w:rPr>
                <w:rFonts w:ascii="Verdana" w:hAnsi="Verdana"/>
                <w:sz w:val="20"/>
                <w:szCs w:val="20"/>
              </w:rPr>
              <w:t xml:space="preserve"> (DOK 2-3)</w:t>
            </w:r>
          </w:p>
          <w:p w14:paraId="504B2103" w14:textId="77777777" w:rsidR="008D0D87" w:rsidRPr="00841DB0" w:rsidRDefault="008D0D87" w:rsidP="007B432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3E46B4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092B66B3" w14:textId="77777777" w:rsidR="008D0D87" w:rsidRPr="00126709" w:rsidRDefault="008D0D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D87" w14:paraId="4AA0E724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2B820467" w14:textId="77777777" w:rsidR="008D0D87" w:rsidRPr="00C31F60" w:rsidRDefault="008D0D87" w:rsidP="007B4320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1F60">
              <w:rPr>
                <w:rFonts w:ascii="Verdana" w:hAnsi="Verdana"/>
                <w:b/>
                <w:sz w:val="20"/>
                <w:szCs w:val="20"/>
              </w:rPr>
              <w:lastRenderedPageBreak/>
              <w:t>Students can:</w:t>
            </w:r>
          </w:p>
          <w:p w14:paraId="35EFA907" w14:textId="77777777" w:rsidR="008D0D87" w:rsidRPr="00566218" w:rsidRDefault="008D0D87" w:rsidP="007B4320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 w:rsidRPr="00CB6A57">
              <w:rPr>
                <w:rFonts w:ascii="Verdana" w:hAnsi="Verdana"/>
                <w:sz w:val="20"/>
                <w:szCs w:val="20"/>
              </w:rPr>
              <w:t>Synthesize information from multiple sources using logical organization, effective supporting evidence, and variety in sentence structure</w:t>
            </w:r>
            <w:r>
              <w:rPr>
                <w:rFonts w:ascii="Verdana" w:hAnsi="Verdana"/>
                <w:sz w:val="20"/>
                <w:szCs w:val="20"/>
              </w:rPr>
              <w:t xml:space="preserve"> (DOK 3-4)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44191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5DC43137" w14:textId="77777777" w:rsidR="008D0D87" w:rsidRPr="00126709" w:rsidRDefault="008D0D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D87" w14:paraId="4A79B095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19D039F4" w14:textId="77777777" w:rsidR="008D0D87" w:rsidRPr="00566218" w:rsidRDefault="008D0D87" w:rsidP="007B4320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 w:rsidRPr="00CB6A57">
              <w:rPr>
                <w:rFonts w:ascii="Verdana" w:hAnsi="Verdana"/>
                <w:sz w:val="20"/>
                <w:szCs w:val="20"/>
              </w:rPr>
              <w:t>Write reports based on research that includes quotations, footnotes, or endnotes, and use standard bibliographic format to document sources or a works cited page</w:t>
            </w:r>
            <w:r>
              <w:rPr>
                <w:rFonts w:ascii="Verdana" w:hAnsi="Verdana"/>
                <w:sz w:val="20"/>
                <w:szCs w:val="20"/>
              </w:rPr>
              <w:t xml:space="preserve"> (DOK 3-4)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C125E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556979FD" w14:textId="77777777" w:rsidR="008D0D87" w:rsidRPr="00126709" w:rsidRDefault="008D0D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D87" w14:paraId="0C8DB03B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39781D85" w14:textId="77777777" w:rsidR="008D0D87" w:rsidRPr="00841DB0" w:rsidRDefault="008D0D87" w:rsidP="007B4320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 w:rsidRPr="00CB6A57">
              <w:rPr>
                <w:rFonts w:ascii="Verdana" w:hAnsi="Verdana"/>
                <w:sz w:val="20"/>
                <w:szCs w:val="20"/>
              </w:rPr>
              <w:t>Prepare presentation of research findings (written, oral, or a visual product) for clarity of content and effect, and grammatically correct use of language, spelling, and mechanics</w:t>
            </w:r>
            <w:r>
              <w:rPr>
                <w:rFonts w:ascii="Verdana" w:hAnsi="Verdana"/>
                <w:sz w:val="20"/>
                <w:szCs w:val="20"/>
              </w:rPr>
              <w:t xml:space="preserve"> (DOK 3-4)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1458A" w14:textId="77777777" w:rsidR="008D0D87" w:rsidRPr="009D4B6F" w:rsidRDefault="008D0D87" w:rsidP="007B4320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41A5B140" w14:textId="77777777" w:rsidR="008D0D87" w:rsidRPr="00126709" w:rsidRDefault="008D0D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AE81F4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7B4320" w:rsidRPr="009C5B29" w14:paraId="4CEC5A7A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C4228" w14:textId="77777777" w:rsidR="007B4320" w:rsidRPr="009C5B29" w:rsidRDefault="008D0D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42F48A" w14:textId="77777777" w:rsidR="007B4320" w:rsidRPr="009C5B29" w:rsidRDefault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AC1D4A" w14:textId="77777777" w:rsidR="007B4320" w:rsidRPr="009C5B29" w:rsidRDefault="008D0D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7B4320" w14:paraId="31FE4CDD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257D5CF" w14:textId="77777777" w:rsidR="007B4320" w:rsidRPr="00126709" w:rsidRDefault="007B43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LoTi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survey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237B9" w14:textId="77777777" w:rsidR="007B4320" w:rsidRDefault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36107FA9" w14:textId="77777777" w:rsidR="007B4320" w:rsidRPr="00126709" w:rsidRDefault="007B43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LoTi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survey</w:t>
            </w:r>
          </w:p>
        </w:tc>
      </w:tr>
    </w:tbl>
    <w:p w14:paraId="03D7854B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7B4320" w14:paraId="738969A1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AE6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BDD93A5" w14:textId="77777777" w:rsidR="007B4320" w:rsidRDefault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761827" w14:textId="77777777" w:rsidR="007B4320" w:rsidRDefault="008D0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Research Based Instruction Strategies</w:t>
            </w:r>
          </w:p>
        </w:tc>
      </w:tr>
      <w:tr w:rsidR="007B4320" w14:paraId="7B8FBD52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9A6410B" w14:textId="77777777" w:rsidR="007B4320" w:rsidRPr="00126709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prepare and write arguments in their own time with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touches</w:t>
            </w:r>
            <w:r w:rsidR="00204BAF">
              <w:rPr>
                <w:rFonts w:ascii="Arial" w:hAnsi="Arial" w:cs="Arial"/>
                <w:sz w:val="20"/>
                <w:szCs w:val="20"/>
              </w:rPr>
              <w:t xml:space="preserve">, use visuals,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A3110" w14:textId="77777777" w:rsidR="007B4320" w:rsidRDefault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9D92C92" w14:textId="77777777" w:rsidR="007B4320" w:rsidRPr="00126709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projector as a visual, develop background knowledge, give models, lots of wait time</w:t>
            </w:r>
            <w:r w:rsidR="00204BAF">
              <w:rPr>
                <w:rFonts w:ascii="Arial" w:hAnsi="Arial" w:cs="Arial"/>
                <w:sz w:val="20"/>
                <w:szCs w:val="20"/>
              </w:rPr>
              <w:t xml:space="preserve">, sentence frames </w:t>
            </w:r>
          </w:p>
        </w:tc>
      </w:tr>
    </w:tbl>
    <w:p w14:paraId="545EDC4A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7B4320" w14:paraId="0BFDF943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35D321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F1876E" w14:textId="77777777" w:rsidR="007B4320" w:rsidRDefault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57D1F" w14:textId="77777777" w:rsidR="007B4320" w:rsidRDefault="008D0D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7B4320" w14:paraId="0121E96E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9504181" w14:textId="77777777" w:rsidR="007B4320" w:rsidRPr="00126709" w:rsidRDefault="003B201B" w:rsidP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Todaysmeet.com</w:t>
            </w:r>
            <w:r w:rsidR="007B432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touches,</w:t>
            </w:r>
            <w:r w:rsidR="007B432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B4320">
              <w:rPr>
                <w:rFonts w:ascii="Arial" w:hAnsi="Arial" w:cs="Arial"/>
                <w:sz w:val="20"/>
                <w:szCs w:val="20"/>
              </w:rPr>
              <w:t>Webpath</w:t>
            </w:r>
            <w:proofErr w:type="spellEnd"/>
            <w:r w:rsidR="007B4320">
              <w:rPr>
                <w:rFonts w:ascii="Arial" w:hAnsi="Arial" w:cs="Arial"/>
                <w:sz w:val="20"/>
                <w:szCs w:val="20"/>
              </w:rPr>
              <w:t xml:space="preserve"> Express, </w:t>
            </w:r>
            <w:proofErr w:type="spellStart"/>
            <w:r w:rsidR="007B4320">
              <w:rPr>
                <w:rFonts w:ascii="Arial" w:hAnsi="Arial" w:cs="Arial"/>
                <w:sz w:val="20"/>
                <w:szCs w:val="20"/>
              </w:rPr>
              <w:t>Edutopia</w:t>
            </w:r>
            <w:proofErr w:type="spellEnd"/>
            <w:r w:rsidR="007B4320">
              <w:rPr>
                <w:rFonts w:ascii="Arial" w:hAnsi="Arial" w:cs="Arial"/>
                <w:sz w:val="20"/>
                <w:szCs w:val="20"/>
              </w:rPr>
              <w:t>, Word</w:t>
            </w:r>
            <w:r w:rsidR="002A7E2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2A7E25">
              <w:rPr>
                <w:rFonts w:ascii="Arial" w:hAnsi="Arial" w:cs="Arial"/>
                <w:sz w:val="20"/>
                <w:szCs w:val="20"/>
              </w:rPr>
              <w:t>Wikispaces</w:t>
            </w:r>
            <w:proofErr w:type="spellEnd"/>
            <w:r w:rsidR="00A00C1E">
              <w:rPr>
                <w:rFonts w:ascii="Arial" w:hAnsi="Arial" w:cs="Arial"/>
                <w:sz w:val="20"/>
                <w:szCs w:val="20"/>
              </w:rPr>
              <w:t xml:space="preserve"> (use their pages to keep topic ideas </w:t>
            </w:r>
            <w:r>
              <w:rPr>
                <w:rFonts w:ascii="Arial" w:hAnsi="Arial" w:cs="Arial"/>
                <w:sz w:val="20"/>
                <w:szCs w:val="20"/>
              </w:rPr>
              <w:t xml:space="preserve">and sources </w:t>
            </w:r>
            <w:r w:rsidR="00A00C1E">
              <w:rPr>
                <w:rFonts w:ascii="Arial" w:hAnsi="Arial" w:cs="Arial"/>
                <w:sz w:val="20"/>
                <w:szCs w:val="20"/>
              </w:rPr>
              <w:t>for research), Jing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DB441" w14:textId="77777777" w:rsidR="007B4320" w:rsidRDefault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828D28A" w14:textId="77777777" w:rsidR="007B4320" w:rsidRPr="003B201B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Persuasive writing organizers, word lists,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The Great Debaters</w:t>
            </w:r>
            <w:r>
              <w:rPr>
                <w:rFonts w:ascii="Arial" w:hAnsi="Arial" w:cs="Arial"/>
                <w:sz w:val="20"/>
                <w:szCs w:val="20"/>
              </w:rPr>
              <w:t xml:space="preserve"> movie, teacher selected articles on animal rights issues</w:t>
            </w:r>
          </w:p>
        </w:tc>
      </w:tr>
    </w:tbl>
    <w:p w14:paraId="0D04C6A7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7B4320" w14:paraId="545C8075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45B629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69F86F" w14:textId="77777777" w:rsidR="007B4320" w:rsidRDefault="007B4320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C78A0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7B4320" w14:paraId="2817F3D2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BB8E111" w14:textId="77777777" w:rsidR="007B4320" w:rsidRPr="00126709" w:rsidRDefault="003B201B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reflections on wiki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F3DD6" w14:textId="77777777" w:rsidR="007B4320" w:rsidRDefault="007B4320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3E1433E7" w14:textId="77777777" w:rsidR="007B4320" w:rsidRPr="00126709" w:rsidRDefault="003B201B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set weekly goals in planner</w:t>
            </w:r>
          </w:p>
        </w:tc>
      </w:tr>
    </w:tbl>
    <w:p w14:paraId="39F17D08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p w14:paraId="00566929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p w14:paraId="0E0D07CA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p w14:paraId="24F08536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7B4320" w14:paraId="02874B4E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32CA2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1 Interventions (Universal)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4421DC" w14:textId="77777777" w:rsidR="007B4320" w:rsidRDefault="007B4320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3DB0D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Strategically Planned Questions</w:t>
            </w:r>
          </w:p>
        </w:tc>
      </w:tr>
      <w:tr w:rsidR="007B4320" w14:paraId="45C8E87C" w14:textId="77777777">
        <w:trPr>
          <w:trHeight w:val="294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1B60B10D" w14:textId="77777777" w:rsidR="007B4320" w:rsidRPr="00126709" w:rsidRDefault="00204BAF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Preferential seating, visuals, multisensory development of background knowledge, classroom procedures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FEAA" w14:textId="77777777" w:rsidR="007B4320" w:rsidRDefault="007B4320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0E5AA06B" w14:textId="77777777" w:rsidR="007B4320" w:rsidRPr="00126709" w:rsidRDefault="007B4320" w:rsidP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8BBF0E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7B4320" w14:paraId="2855A652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2D460A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2 Interventions (Targeted)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E4D22F" w14:textId="77777777" w:rsidR="007B4320" w:rsidRDefault="007B4320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04C23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</w:tr>
      <w:tr w:rsidR="007B4320" w14:paraId="4754E077" w14:textId="77777777">
        <w:trPr>
          <w:trHeight w:val="3203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8DA55D4" w14:textId="77777777" w:rsidR="007B4320" w:rsidRPr="00204BAF" w:rsidRDefault="00204BAF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Study group Wed. after school for any students needing extra time or help, research/writing checklists,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screencasts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8F23" w14:textId="77777777" w:rsidR="007B4320" w:rsidRDefault="007B4320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1B4F2BED" w14:textId="77777777" w:rsidR="007B4320" w:rsidRPr="00126709" w:rsidRDefault="00204BAF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Debate, controversy, affirmative, negative, resolution, common sense, statistic, expert opinion, example, racism,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segretation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lynching, humane treatment, ethical, </w:t>
            </w:r>
          </w:p>
        </w:tc>
      </w:tr>
    </w:tbl>
    <w:p w14:paraId="1E340601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7B4320" w14:paraId="341F0ED2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726DC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3 Interventions (Intensive)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FA9F3C" w14:textId="77777777" w:rsidR="007B4320" w:rsidRDefault="007B4320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BBAE6B" w14:textId="77777777" w:rsidR="007B4320" w:rsidRDefault="008D0D87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7B4320" w14:paraId="4779A894" w14:textId="77777777">
        <w:trPr>
          <w:trHeight w:val="258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68860DD" w14:textId="77777777" w:rsidR="007B4320" w:rsidRPr="00126709" w:rsidRDefault="00204BAF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Sped students will work on project in Resource class for additional help.  Students paired with tutors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8B834" w14:textId="77777777" w:rsidR="007B4320" w:rsidRDefault="007B4320" w:rsidP="007B432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8BF8C63" w14:textId="77777777" w:rsidR="007B4320" w:rsidRPr="00126709" w:rsidRDefault="00204BAF" w:rsidP="007B43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projector as a visual, develop background knowledge, give models, lots of wait time, sentence frames</w:t>
            </w:r>
          </w:p>
        </w:tc>
      </w:tr>
    </w:tbl>
    <w:p w14:paraId="2144FDD9" w14:textId="77777777" w:rsidR="007B4320" w:rsidRDefault="007B4320">
      <w:pPr>
        <w:rPr>
          <w:rFonts w:ascii="Arial" w:hAnsi="Arial" w:cs="Arial"/>
          <w:b/>
          <w:sz w:val="20"/>
          <w:szCs w:val="20"/>
        </w:rPr>
      </w:pPr>
    </w:p>
    <w:p w14:paraId="6ECB3DA1" w14:textId="77777777" w:rsidR="007B4320" w:rsidRDefault="008D0D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7B4320" w14:paraId="516F4AAC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8347D" w14:textId="77777777" w:rsidR="007B4320" w:rsidRDefault="007B4320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D26193" w14:textId="77777777" w:rsidR="007B4320" w:rsidRDefault="008D0D87" w:rsidP="007B4320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F606CA" w14:textId="77777777" w:rsidR="007B4320" w:rsidRDefault="008D0D87" w:rsidP="007B4320">
            <w:pPr>
              <w:pStyle w:val="Heading1"/>
            </w:pPr>
            <w:r>
              <w:t>Pacing</w:t>
            </w:r>
          </w:p>
        </w:tc>
      </w:tr>
      <w:tr w:rsidR="007B4320" w14:paraId="1E87AEB1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59099C7" w14:textId="77777777" w:rsidR="007B4320" w:rsidRDefault="008D0D87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7683359" w14:textId="77777777" w:rsidR="007B4320" w:rsidRPr="003B201B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The Great Debaters</w:t>
            </w:r>
            <w:r>
              <w:rPr>
                <w:rFonts w:ascii="Arial" w:hAnsi="Arial" w:cs="Arial"/>
                <w:sz w:val="20"/>
                <w:szCs w:val="20"/>
              </w:rPr>
              <w:t xml:space="preserve"> movie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3869ED2" w14:textId="77777777" w:rsidR="007B4320" w:rsidRPr="00DF4324" w:rsidRDefault="00D14A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days</w:t>
            </w:r>
          </w:p>
        </w:tc>
      </w:tr>
      <w:tr w:rsidR="007B4320" w14:paraId="11ACE826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6456BF4" w14:textId="77777777" w:rsidR="007B4320" w:rsidRDefault="008D0D87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404B5D90" w14:textId="77777777" w:rsidR="007B4320" w:rsidRPr="00DF4324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does debate mean?  What is controversy?  Have you ever disagreed with someone?  What did it look like?  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65122B3" w14:textId="77777777" w:rsidR="007B4320" w:rsidRPr="00DF4324" w:rsidRDefault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320" w14:paraId="29814EA7" w14:textId="77777777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152B958" w14:textId="77777777" w:rsidR="007B4320" w:rsidRDefault="008D0D87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4D9D4002" w14:textId="77777777" w:rsidR="007B4320" w:rsidRPr="00DF4324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types of arguments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4AD5ACE" w14:textId="77777777" w:rsidR="007B4320" w:rsidRPr="00DF4324" w:rsidRDefault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320" w14:paraId="4A0D5CEE" w14:textId="77777777">
        <w:trPr>
          <w:trHeight w:val="192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60B330E3" w14:textId="77777777" w:rsidR="007B4320" w:rsidRDefault="008D0D87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55675499" w14:textId="77777777" w:rsidR="007B4320" w:rsidRPr="00DF4324" w:rsidRDefault="00204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read article together to find each kind of argument, student volunteers read types or arguments aloud and others have to identify</w:t>
            </w:r>
            <w:r w:rsidR="00D14A23">
              <w:rPr>
                <w:rFonts w:ascii="Arial" w:hAnsi="Arial" w:cs="Arial"/>
                <w:sz w:val="20"/>
                <w:szCs w:val="20"/>
              </w:rPr>
              <w:t xml:space="preserve"> (REPEAT WITH EACH NEW TOPIC)</w:t>
            </w:r>
            <w:bookmarkStart w:id="0" w:name="_GoBack"/>
            <w:bookmarkEnd w:id="0"/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8254D24" w14:textId="77777777" w:rsidR="007B4320" w:rsidRPr="00DF4324" w:rsidRDefault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320" w14:paraId="2F2A6B0B" w14:textId="77777777">
        <w:trPr>
          <w:trHeight w:val="185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7DB3043A" w14:textId="77777777" w:rsidR="007B4320" w:rsidRDefault="008D0D87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57B6293E" w14:textId="77777777" w:rsidR="007B4320" w:rsidRPr="00DF4324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highlights effective arguments on Todaysmeet.com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02591940" w14:textId="77777777" w:rsidR="007B4320" w:rsidRPr="00DF4324" w:rsidRDefault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320" w14:paraId="1A0050B4" w14:textId="77777777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095940B8" w14:textId="77777777" w:rsidR="007B4320" w:rsidRDefault="008D0D87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40149468" w14:textId="77777777" w:rsidR="00204BAF" w:rsidRPr="00DF4324" w:rsidRDefault="00204B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Mock debates with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touches and todaysmeet.com.  Students post arguments from the pro or con point of view</w:t>
            </w:r>
            <w:r w:rsidR="00D14A23">
              <w:rPr>
                <w:rFonts w:ascii="Arial" w:hAnsi="Arial" w:cs="Arial"/>
                <w:sz w:val="20"/>
                <w:szCs w:val="20"/>
              </w:rPr>
              <w:t xml:space="preserve"> from articles they’ve read.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08E3125" w14:textId="77777777" w:rsidR="007B4320" w:rsidRPr="00DF4324" w:rsidRDefault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320" w14:paraId="221A337F" w14:textId="77777777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924D166" w14:textId="77777777" w:rsidR="007B4320" w:rsidRDefault="008D0D87" w:rsidP="007B432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3481FEE3" w14:textId="77777777" w:rsidR="007B4320" w:rsidRPr="00DF4324" w:rsidRDefault="003B20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participate in live debate with others who studied the same side</w:t>
            </w:r>
            <w:r w:rsidR="00D14A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A1C1338" w14:textId="77777777" w:rsidR="007B4320" w:rsidRPr="00DF4324" w:rsidRDefault="007B4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365531" w14:textId="77777777" w:rsidR="007B4320" w:rsidRDefault="007B4320" w:rsidP="007B4320"/>
    <w:sectPr w:rsidR="007B4320" w:rsidSect="007B4320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19C37" w14:textId="77777777" w:rsidR="00204BAF" w:rsidRDefault="00204BAF">
      <w:r>
        <w:separator/>
      </w:r>
    </w:p>
  </w:endnote>
  <w:endnote w:type="continuationSeparator" w:id="0">
    <w:p w14:paraId="5E97293C" w14:textId="77777777" w:rsidR="00204BAF" w:rsidRDefault="0020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911BA" w14:textId="77777777" w:rsidR="00204BAF" w:rsidRDefault="00204BAF" w:rsidP="007B4320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D14A23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BE2F5" w14:textId="77777777" w:rsidR="00204BAF" w:rsidRDefault="00204BAF">
      <w:r>
        <w:separator/>
      </w:r>
    </w:p>
  </w:footnote>
  <w:footnote w:type="continuationSeparator" w:id="0">
    <w:p w14:paraId="6949BD26" w14:textId="77777777" w:rsidR="00204BAF" w:rsidRDefault="00204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BD5011"/>
    <w:multiLevelType w:val="hybridMultilevel"/>
    <w:tmpl w:val="C42668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D410DD"/>
    <w:multiLevelType w:val="hybridMultilevel"/>
    <w:tmpl w:val="182A4E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3E8"/>
    <w:rsid w:val="0014087C"/>
    <w:rsid w:val="00204BAF"/>
    <w:rsid w:val="002A7E25"/>
    <w:rsid w:val="003B201B"/>
    <w:rsid w:val="007B4320"/>
    <w:rsid w:val="008D0D87"/>
    <w:rsid w:val="00A00C1E"/>
    <w:rsid w:val="00A953E8"/>
    <w:rsid w:val="00D14A23"/>
    <w:rsid w:val="00E07F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4A629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rsid w:val="009D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HD:Users:laureen:Downloads:Lesson%20Plan%20Template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Template-1.dotx</Template>
  <TotalTime>53</TotalTime>
  <Pages>4</Pages>
  <Words>702</Words>
  <Characters>4005</Characters>
  <Application>Microsoft Macintosh Word</Application>
  <DocSecurity>0</DocSecurity>
  <Lines>33</Lines>
  <Paragraphs>9</Paragraphs>
  <ScaleCrop>false</ScaleCrop>
  <Company>ECSD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laureen.blickenstaff</dc:creator>
  <cp:keywords>Lesson Plan</cp:keywords>
  <dc:description/>
  <cp:lastModifiedBy>laureen.blickenstaff</cp:lastModifiedBy>
  <cp:revision>4</cp:revision>
  <cp:lastPrinted>2010-11-15T18:19:00Z</cp:lastPrinted>
  <dcterms:created xsi:type="dcterms:W3CDTF">2010-12-03T21:40:00Z</dcterms:created>
  <dcterms:modified xsi:type="dcterms:W3CDTF">2011-05-11T19:32:00Z</dcterms:modified>
  <cp:category>Lesson Plan</cp:category>
</cp:coreProperties>
</file>